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16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61633D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6163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53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16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61633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1633D" w:rsidRPr="00616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Сахарска  Африка: географске  одлике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633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61633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1633D" w:rsidRPr="00616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Утврдити  стечено  знање  о  географским  одликама  Сахарске Африке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61633D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61633D" w:rsidRPr="00616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Провера у</w:t>
            </w:r>
            <w:r w:rsidR="00616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својености и разумевања градива  о  географским  одлика  сахарске  Африке</w:t>
            </w:r>
          </w:p>
          <w:p w:rsidR="00A45210" w:rsidRPr="00177289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 нова знања о друштвеногеографским  одликама   Северне  Европе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61633D" w:rsidRPr="0061633D" w:rsidRDefault="0061633D" w:rsidP="0061633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6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-разуме  географске  одлике  регије</w:t>
            </w:r>
          </w:p>
          <w:p w:rsidR="00D0461E" w:rsidRPr="005F7634" w:rsidRDefault="0061633D" w:rsidP="0061633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6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-покаже  на карти најважније географске  објекте регије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61633D" w:rsidRPr="0061633D" w:rsidRDefault="0061633D" w:rsidP="0061633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1633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ГЕ1.1.3. Препознаје и чита географске и допунске елементе карте –  чита називе мора, планина, пустиња, река, држава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градова Сахарске Африке </w:t>
            </w:r>
            <w:r w:rsidRPr="0061633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61633D" w:rsidRDefault="0061633D" w:rsidP="0061633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1633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ГЕ1.4.2. Препознаје основне природне и друштвен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е одлике Сахарске Африке </w:t>
            </w:r>
            <w:r w:rsidRPr="0061633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670648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61633D" w:rsidRPr="0061633D" w:rsidRDefault="0061633D" w:rsidP="0061633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61633D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ГЕ2.1.2. Одређује положај места и тачака на географској карти ‒ мора, планина, пустиња, река, држава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градова Сахарске  Африке</w:t>
            </w:r>
            <w:r w:rsidRPr="0061633D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.</w:t>
            </w:r>
          </w:p>
          <w:p w:rsidR="0061633D" w:rsidRPr="0061633D" w:rsidRDefault="0061633D" w:rsidP="0061633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61633D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ГЕ2.1.4. Приказује понуђене географске податке на немој карти, графикону, табели или схеми.</w:t>
            </w:r>
          </w:p>
          <w:p w:rsidR="0061633D" w:rsidRPr="0061633D" w:rsidRDefault="0061633D" w:rsidP="0061633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61633D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ГЕ2.4.2. Описуј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е природне и друштвене одлике Сахарске Африке </w:t>
            </w:r>
            <w:r w:rsidRPr="0061633D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.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61633D" w:rsidRPr="0061633D" w:rsidRDefault="0061633D" w:rsidP="0061633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1633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ГЕ3.1.1. Анализира географску карту и доноси закључке о специфично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сти географског положаја Сахарске </w:t>
            </w:r>
            <w:r w:rsidRPr="0061633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Африке и његовог утицаја на остале географске одлике.</w:t>
            </w:r>
          </w:p>
          <w:p w:rsidR="00664F16" w:rsidRPr="005F7634" w:rsidRDefault="0061633D" w:rsidP="005F763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1633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ГЕ3.4.3. Разуме и објашњава географске везе и 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конитости Сахарске Африке </w:t>
            </w:r>
            <w:r w:rsidRPr="0061633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географски положај, пустињска клима и њен утицај на становништво и привреду, богатсво нафтом и гасом.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Пореди географске одлике Сахарске </w:t>
            </w:r>
            <w:r w:rsidRPr="0061633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Африке и Југозападне Азиј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 и уочава сличности и разлике.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616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индивидуални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61633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уџбенике,Београд,  зидна  карта  </w:t>
            </w:r>
            <w:r w:rsidR="00616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616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биологија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FC3BF6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Проверити  како  су ученици  урадили  задатак  са  претходног  час-уцртавање  држава  и  главних  градова Сахарске  Африке  на немој  карти у  Вежбанци.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5F7634" w:rsidRDefault="00FC3BF6" w:rsidP="006163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Постављамо</w:t>
            </w:r>
            <w:r w:rsidR="008B5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питања  за  усмено  одговарање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D652BE" w:rsidRPr="00D652BE" w:rsidRDefault="00D652BE" w:rsidP="00D65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1.</w:t>
            </w:r>
            <w:r w:rsidRPr="00D65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који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 и која мора излази Сахарска</w:t>
            </w:r>
            <w:r w:rsidRPr="00D65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Африка?</w:t>
            </w:r>
          </w:p>
          <w:p w:rsidR="00D652BE" w:rsidRPr="00D652BE" w:rsidRDefault="00D652BE" w:rsidP="00D65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  <w:r w:rsidRPr="00D65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Која паралела (упоредник) пресеца северну Афр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ику и због чега је то значајно?</w:t>
            </w:r>
          </w:p>
          <w:p w:rsidR="00D652BE" w:rsidRPr="00D652BE" w:rsidRDefault="00D652BE" w:rsidP="00D65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3.Које су планине у Сахарској </w:t>
            </w:r>
            <w:r w:rsidRPr="00D65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Африци?</w:t>
            </w:r>
          </w:p>
          <w:p w:rsidR="00D652BE" w:rsidRPr="00D652BE" w:rsidRDefault="00D652BE" w:rsidP="00D65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  <w:r w:rsidRPr="00D65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је то Магреб?</w:t>
            </w:r>
          </w:p>
          <w:p w:rsidR="00D652BE" w:rsidRPr="00D652BE" w:rsidRDefault="00D652BE" w:rsidP="00D65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</w:t>
            </w:r>
            <w:r w:rsidRPr="00D65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су оазе, ергови и хамаде?</w:t>
            </w:r>
          </w:p>
          <w:p w:rsidR="00D652BE" w:rsidRPr="00D652BE" w:rsidRDefault="00D652BE" w:rsidP="00D65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</w:t>
            </w:r>
            <w:r w:rsidRPr="00D65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Која је најважнија биљка а која најважнија животиња у Сахари?</w:t>
            </w:r>
          </w:p>
          <w:p w:rsidR="00D652BE" w:rsidRPr="00D652BE" w:rsidRDefault="00D652BE" w:rsidP="00D65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</w:t>
            </w:r>
            <w:r w:rsidRPr="00D65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Који су народи Северне Африке?</w:t>
            </w:r>
          </w:p>
          <w:p w:rsidR="00D652BE" w:rsidRPr="00D652BE" w:rsidRDefault="00D652BE" w:rsidP="00D65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</w:t>
            </w:r>
            <w:r w:rsidRPr="00D65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Које су државе и највећи градови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 оибали  Средоземног  мора</w:t>
            </w:r>
            <w:r w:rsidRPr="00D65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  <w:p w:rsidR="00D652BE" w:rsidRPr="00D652BE" w:rsidRDefault="00D652BE" w:rsidP="00D65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9.Зашто је Египат „дар Нила“?</w:t>
            </w:r>
          </w:p>
          <w:p w:rsidR="00D652BE" w:rsidRDefault="00D652BE" w:rsidP="00D65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10.По којој привредној  делатности  је </w:t>
            </w:r>
            <w:r w:rsidRPr="00D65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је познат Египат?</w:t>
            </w:r>
          </w:p>
          <w:p w:rsidR="00D652BE" w:rsidRDefault="00D652BE" w:rsidP="00D65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11.Која  земља  излази  и  на Атлантски  океан  и на  Средоземно  море?</w:t>
            </w:r>
          </w:p>
          <w:p w:rsidR="00D652BE" w:rsidRDefault="00D652BE" w:rsidP="00D65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12.Која  земља  излази  и  на  Средоземно  море  и  на  Црвено  море?'</w:t>
            </w:r>
          </w:p>
          <w:p w:rsidR="00D652BE" w:rsidRDefault="00D652BE" w:rsidP="00D65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13.Наведи  континенталне  земље  Сахарске  Африке.</w:t>
            </w:r>
          </w:p>
          <w:p w:rsidR="00D652BE" w:rsidRDefault="00D652BE" w:rsidP="00D65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14.Које  је  највеће  природно  богатство  Либије,  а  које  Алжира?</w:t>
            </w:r>
          </w:p>
          <w:p w:rsidR="00D652BE" w:rsidRDefault="00D652BE" w:rsidP="00D65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15.Који  део (полуострво)  Сахарске  Африке  се  географски  налази  у  Азији?</w:t>
            </w:r>
          </w:p>
          <w:p w:rsidR="00D652BE" w:rsidRPr="00D652BE" w:rsidRDefault="00D652BE" w:rsidP="00D65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Додатно  питање  које  ученици  могу  да  ураде  и  код  куће:</w:t>
            </w:r>
          </w:p>
          <w:p w:rsidR="00FC3BF6" w:rsidRPr="00545C96" w:rsidRDefault="00D652BE" w:rsidP="00D652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65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Који су објекти у Египту проглашени за светску културну баштину?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D652BE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Вршимо  евалуацију  часа, дајемо  и  образлажемо оцене.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1C6C13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606767" w:rsidRPr="00E3469D" w:rsidRDefault="00606767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7289"/>
    <w:rsid w:val="001C6C13"/>
    <w:rsid w:val="002365E8"/>
    <w:rsid w:val="003321C2"/>
    <w:rsid w:val="00391413"/>
    <w:rsid w:val="003F1D6D"/>
    <w:rsid w:val="00417219"/>
    <w:rsid w:val="00466279"/>
    <w:rsid w:val="004C7CD5"/>
    <w:rsid w:val="00545C96"/>
    <w:rsid w:val="005F7634"/>
    <w:rsid w:val="005F784B"/>
    <w:rsid w:val="00605D58"/>
    <w:rsid w:val="00606767"/>
    <w:rsid w:val="0061633D"/>
    <w:rsid w:val="00664F16"/>
    <w:rsid w:val="00670648"/>
    <w:rsid w:val="006F2937"/>
    <w:rsid w:val="007E6623"/>
    <w:rsid w:val="00854D2A"/>
    <w:rsid w:val="008B5AF5"/>
    <w:rsid w:val="008F0F0B"/>
    <w:rsid w:val="00942ED0"/>
    <w:rsid w:val="0096516D"/>
    <w:rsid w:val="00A17F87"/>
    <w:rsid w:val="00A45210"/>
    <w:rsid w:val="00A47E59"/>
    <w:rsid w:val="00AB78A4"/>
    <w:rsid w:val="00B37DAE"/>
    <w:rsid w:val="00B80B22"/>
    <w:rsid w:val="00BA107D"/>
    <w:rsid w:val="00BF20E4"/>
    <w:rsid w:val="00C379D6"/>
    <w:rsid w:val="00C70D9C"/>
    <w:rsid w:val="00C81044"/>
    <w:rsid w:val="00CC0911"/>
    <w:rsid w:val="00D0461E"/>
    <w:rsid w:val="00D652BE"/>
    <w:rsid w:val="00DB7062"/>
    <w:rsid w:val="00DE65D7"/>
    <w:rsid w:val="00E3469D"/>
    <w:rsid w:val="00E4334D"/>
    <w:rsid w:val="00F05659"/>
    <w:rsid w:val="00F137B9"/>
    <w:rsid w:val="00F57D30"/>
    <w:rsid w:val="00FC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5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5DE50-39EF-4731-BCF4-E6EE285ED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2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2020-07-06T20:41:00Z</dcterms:created>
  <dcterms:modified xsi:type="dcterms:W3CDTF">2020-07-06T20:42:00Z</dcterms:modified>
</cp:coreProperties>
</file>